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7BE" w:rsidRDefault="000A47BE" w:rsidP="003454F5">
      <w:pPr>
        <w:spacing w:line="240" w:lineRule="auto"/>
        <w:jc w:val="center"/>
        <w:rPr>
          <w:u w:val="single"/>
        </w:rPr>
      </w:pPr>
    </w:p>
    <w:p w:rsidR="000A47BE" w:rsidRDefault="000A47BE" w:rsidP="003454F5">
      <w:pPr>
        <w:spacing w:line="240" w:lineRule="auto"/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0A47BE" w:rsidRDefault="000A47BE" w:rsidP="003454F5">
      <w:pPr>
        <w:spacing w:line="240" w:lineRule="auto"/>
        <w:jc w:val="center"/>
        <w:rPr>
          <w:b/>
          <w:bCs/>
        </w:rPr>
      </w:pPr>
      <w:r>
        <w:rPr>
          <w:b/>
          <w:bCs/>
        </w:rPr>
        <w:t>KÉPVISELŐ TESTÜLETE</w:t>
      </w:r>
    </w:p>
    <w:p w:rsidR="000A47BE" w:rsidRPr="00020670" w:rsidRDefault="000A47BE" w:rsidP="003454F5">
      <w:pPr>
        <w:spacing w:line="240" w:lineRule="auto"/>
        <w:jc w:val="center"/>
        <w:rPr>
          <w:b/>
          <w:bCs/>
        </w:rPr>
      </w:pPr>
      <w:r>
        <w:rPr>
          <w:b/>
          <w:bCs/>
        </w:rPr>
        <w:t>74</w:t>
      </w:r>
      <w:r w:rsidRPr="00020670">
        <w:rPr>
          <w:b/>
          <w:bCs/>
        </w:rPr>
        <w:t>/201</w:t>
      </w:r>
      <w:r>
        <w:rPr>
          <w:b/>
          <w:bCs/>
        </w:rPr>
        <w:t>6</w:t>
      </w:r>
      <w:r w:rsidRPr="00020670">
        <w:rPr>
          <w:b/>
          <w:bCs/>
        </w:rPr>
        <w:t>. (</w:t>
      </w:r>
      <w:r>
        <w:rPr>
          <w:b/>
          <w:bCs/>
        </w:rPr>
        <w:t>III.24.</w:t>
      </w:r>
      <w:r w:rsidRPr="00020670">
        <w:rPr>
          <w:b/>
          <w:bCs/>
        </w:rPr>
        <w:t>) Kt. számú</w:t>
      </w:r>
    </w:p>
    <w:p w:rsidR="000A47BE" w:rsidRDefault="000A47BE" w:rsidP="003454F5">
      <w:pPr>
        <w:spacing w:line="240" w:lineRule="auto"/>
        <w:jc w:val="center"/>
        <w:rPr>
          <w:b/>
          <w:bCs/>
        </w:rPr>
      </w:pPr>
      <w:r>
        <w:rPr>
          <w:b/>
          <w:bCs/>
        </w:rPr>
        <w:t>határozata</w:t>
      </w:r>
    </w:p>
    <w:p w:rsidR="000A47BE" w:rsidRDefault="000A47BE" w:rsidP="003454F5">
      <w:pPr>
        <w:spacing w:line="240" w:lineRule="auto"/>
      </w:pPr>
    </w:p>
    <w:p w:rsidR="000A47BE" w:rsidRPr="00EA6D36" w:rsidRDefault="000A47BE" w:rsidP="00747907">
      <w:pPr>
        <w:spacing w:line="240" w:lineRule="auto"/>
        <w:jc w:val="center"/>
      </w:pPr>
      <w:r>
        <w:rPr>
          <w:b/>
          <w:bCs/>
        </w:rPr>
        <w:t>A</w:t>
      </w:r>
      <w:r w:rsidRPr="00EA6D36">
        <w:rPr>
          <w:b/>
          <w:bCs/>
        </w:rPr>
        <w:t xml:space="preserve"> TOP-5.2.1-15 kódszámú felhívás támogatási kérelmének benyújtására megkötött Konzorciumi Együttműködési Megállapodás módosítás</w:t>
      </w:r>
      <w:r>
        <w:rPr>
          <w:b/>
          <w:bCs/>
        </w:rPr>
        <w:t>áról</w:t>
      </w:r>
    </w:p>
    <w:p w:rsidR="000A47BE" w:rsidRPr="00EC328F" w:rsidRDefault="000A47BE" w:rsidP="003454F5">
      <w:pPr>
        <w:spacing w:line="240" w:lineRule="auto"/>
        <w:jc w:val="center"/>
        <w:rPr>
          <w:b/>
          <w:bCs/>
        </w:rPr>
      </w:pPr>
    </w:p>
    <w:p w:rsidR="000A47BE" w:rsidRDefault="000A47BE" w:rsidP="003454F5">
      <w:pPr>
        <w:spacing w:line="240" w:lineRule="auto"/>
        <w:jc w:val="center"/>
      </w:pPr>
    </w:p>
    <w:p w:rsidR="000A47BE" w:rsidRDefault="000A47BE" w:rsidP="003454F5">
      <w:pPr>
        <w:spacing w:line="240" w:lineRule="auto"/>
        <w:jc w:val="center"/>
      </w:pPr>
    </w:p>
    <w:p w:rsidR="000A47BE" w:rsidRPr="00020670" w:rsidRDefault="000A47BE" w:rsidP="003454F5">
      <w:pPr>
        <w:spacing w:line="240" w:lineRule="auto"/>
      </w:pPr>
      <w:r w:rsidRPr="00020670">
        <w:t>Tiszavasvári Város Önkormányzata Képviselő-testülete</w:t>
      </w:r>
    </w:p>
    <w:p w:rsidR="000A47BE" w:rsidRDefault="000A47BE" w:rsidP="003454F5">
      <w:pPr>
        <w:spacing w:line="240" w:lineRule="auto"/>
      </w:pPr>
    </w:p>
    <w:p w:rsidR="000A47BE" w:rsidRPr="003454F5" w:rsidRDefault="000A47BE" w:rsidP="003454F5">
      <w:pPr>
        <w:numPr>
          <w:ilvl w:val="0"/>
          <w:numId w:val="20"/>
        </w:numPr>
        <w:spacing w:line="240" w:lineRule="auto"/>
        <w:jc w:val="both"/>
      </w:pPr>
      <w:r>
        <w:t>A</w:t>
      </w:r>
      <w:r w:rsidRPr="000E4309">
        <w:t xml:space="preserve"> Terület- és Településfejlesztési Operatív Program </w:t>
      </w:r>
      <w:r>
        <w:rPr>
          <w:b/>
          <w:bCs/>
        </w:rPr>
        <w:t>5</w:t>
      </w:r>
      <w:r w:rsidRPr="005F0842">
        <w:rPr>
          <w:b/>
          <w:bCs/>
        </w:rPr>
        <w:t>.2.1</w:t>
      </w:r>
      <w:r>
        <w:rPr>
          <w:b/>
          <w:bCs/>
        </w:rPr>
        <w:t>-15</w:t>
      </w:r>
      <w:r>
        <w:t xml:space="preserve"> kódszámú, </w:t>
      </w:r>
      <w:r w:rsidRPr="00B77035">
        <w:rPr>
          <w:b/>
          <w:bCs/>
          <w:color w:val="000000"/>
        </w:rPr>
        <w:t>A társadalmi együttműködés erősítését szolgáló helyi szintű komplex programok</w:t>
      </w:r>
      <w:r w:rsidRPr="00B77035">
        <w:t xml:space="preserve"> </w:t>
      </w:r>
      <w:r>
        <w:t xml:space="preserve">című felhívása </w:t>
      </w:r>
      <w:r w:rsidRPr="000E4309">
        <w:t>keretében megvalósítandó</w:t>
      </w:r>
      <w:r>
        <w:t>,</w:t>
      </w:r>
      <w:r w:rsidRPr="000E4309">
        <w:t xml:space="preserve"> </w:t>
      </w:r>
      <w:r>
        <w:rPr>
          <w:b/>
          <w:bCs/>
          <w:noProof/>
        </w:rPr>
        <w:t>Komplex felzárkóztató programok Külső-Szentmihályon</w:t>
      </w:r>
      <w:r>
        <w:t xml:space="preserve"> című projekt</w:t>
      </w:r>
      <w:r w:rsidRPr="000E4309">
        <w:t xml:space="preserve"> </w:t>
      </w:r>
      <w:r>
        <w:t xml:space="preserve">támogatási kérelmének benyújtásához szükséges </w:t>
      </w:r>
      <w:r w:rsidRPr="0015773C">
        <w:t>Konzorciumi Együttműködési Megállapodás</w:t>
      </w:r>
      <w:r>
        <w:t>t a határozat mellékletének megfelelő tartalommal módosítja.</w:t>
      </w:r>
    </w:p>
    <w:p w:rsidR="000A47BE" w:rsidRDefault="000A47BE" w:rsidP="003454F5">
      <w:pPr>
        <w:spacing w:line="240" w:lineRule="auto"/>
        <w:ind w:left="426"/>
        <w:jc w:val="both"/>
      </w:pPr>
    </w:p>
    <w:p w:rsidR="000A47BE" w:rsidRDefault="000A47BE" w:rsidP="00A13BA1">
      <w:pPr>
        <w:numPr>
          <w:ilvl w:val="0"/>
          <w:numId w:val="20"/>
        </w:numPr>
        <w:spacing w:line="240" w:lineRule="auto"/>
        <w:jc w:val="both"/>
      </w:pPr>
      <w:r w:rsidRPr="00221A75">
        <w:t xml:space="preserve">Felkéri a polgármestert, hogy a </w:t>
      </w:r>
      <w:r w:rsidRPr="0015773C">
        <w:t>Konzorciumi Együttműködési Megállapodás</w:t>
      </w:r>
      <w:r>
        <w:t>t Tiszavasvári Város Önkormányzata nevében írja alá.</w:t>
      </w:r>
    </w:p>
    <w:p w:rsidR="000A47BE" w:rsidRDefault="000A47BE" w:rsidP="003454F5">
      <w:pPr>
        <w:spacing w:line="240" w:lineRule="auto"/>
        <w:ind w:left="426"/>
        <w:jc w:val="both"/>
      </w:pPr>
    </w:p>
    <w:p w:rsidR="000A47BE" w:rsidRDefault="000A47BE" w:rsidP="003454F5">
      <w:pPr>
        <w:spacing w:line="240" w:lineRule="auto"/>
        <w:ind w:left="426"/>
        <w:jc w:val="both"/>
      </w:pPr>
    </w:p>
    <w:p w:rsidR="000A47BE" w:rsidRDefault="000A47BE" w:rsidP="003454F5">
      <w:pPr>
        <w:spacing w:line="240" w:lineRule="auto"/>
        <w:ind w:left="426"/>
        <w:jc w:val="both"/>
      </w:pPr>
    </w:p>
    <w:p w:rsidR="000A47BE" w:rsidRDefault="000A47BE" w:rsidP="003454F5">
      <w:pPr>
        <w:spacing w:line="240" w:lineRule="auto"/>
        <w:ind w:left="426"/>
        <w:jc w:val="both"/>
      </w:pPr>
      <w:r w:rsidRPr="0002574D">
        <w:rPr>
          <w:b/>
          <w:bCs/>
          <w:u w:val="single"/>
        </w:rPr>
        <w:t>Határidő</w:t>
      </w:r>
      <w:r w:rsidRPr="0002574D">
        <w:t>:</w:t>
      </w:r>
      <w:r>
        <w:t xml:space="preserve"> azonnal</w:t>
      </w:r>
      <w:r>
        <w:tab/>
      </w:r>
      <w:r w:rsidRPr="0002574D">
        <w:rPr>
          <w:b/>
          <w:bCs/>
        </w:rPr>
        <w:t xml:space="preserve"> </w:t>
      </w:r>
      <w:r w:rsidRPr="0002574D">
        <w:rPr>
          <w:b/>
          <w:bCs/>
        </w:rPr>
        <w:tab/>
      </w:r>
      <w:r w:rsidRPr="0002574D">
        <w:rPr>
          <w:b/>
          <w:bCs/>
        </w:rPr>
        <w:tab/>
      </w:r>
      <w:r w:rsidRPr="0002574D">
        <w:rPr>
          <w:b/>
          <w:bCs/>
          <w:u w:val="single"/>
        </w:rPr>
        <w:t>Felelős</w:t>
      </w:r>
      <w:r>
        <w:t xml:space="preserve">: Dr. Fülöp Erik polgármester </w:t>
      </w:r>
    </w:p>
    <w:p w:rsidR="000A47BE" w:rsidRDefault="000A47BE" w:rsidP="003454F5">
      <w:pPr>
        <w:spacing w:line="240" w:lineRule="auto"/>
        <w:jc w:val="center"/>
      </w:pPr>
    </w:p>
    <w:p w:rsidR="000A47BE" w:rsidRDefault="000A47BE" w:rsidP="0008720F">
      <w:pPr>
        <w:pStyle w:val="BodyText"/>
        <w:tabs>
          <w:tab w:val="left" w:pos="4678"/>
        </w:tabs>
        <w:spacing w:line="240" w:lineRule="auto"/>
      </w:pPr>
    </w:p>
    <w:p w:rsidR="000A47BE" w:rsidRDefault="000A47BE" w:rsidP="0008720F">
      <w:pPr>
        <w:pStyle w:val="BodyText"/>
        <w:tabs>
          <w:tab w:val="left" w:pos="4678"/>
        </w:tabs>
        <w:spacing w:line="240" w:lineRule="auto"/>
      </w:pPr>
    </w:p>
    <w:p w:rsidR="000A47BE" w:rsidRDefault="000A47BE" w:rsidP="0008720F">
      <w:pPr>
        <w:pStyle w:val="BodyText"/>
        <w:tabs>
          <w:tab w:val="left" w:pos="4678"/>
        </w:tabs>
        <w:spacing w:line="240" w:lineRule="auto"/>
      </w:pPr>
    </w:p>
    <w:p w:rsidR="000A47BE" w:rsidRDefault="000A47BE" w:rsidP="0008720F">
      <w:pPr>
        <w:pStyle w:val="BodyText"/>
        <w:tabs>
          <w:tab w:val="left" w:pos="4678"/>
        </w:tabs>
        <w:spacing w:line="240" w:lineRule="auto"/>
      </w:pPr>
    </w:p>
    <w:p w:rsidR="000A47BE" w:rsidRPr="00746514" w:rsidRDefault="000A47BE" w:rsidP="00270198">
      <w:pPr>
        <w:spacing w:line="240" w:lineRule="auto"/>
        <w:rPr>
          <w:b/>
          <w:bCs/>
        </w:rPr>
      </w:pPr>
      <w:r>
        <w:rPr>
          <w:b/>
          <w:bCs/>
        </w:rPr>
        <w:t xml:space="preserve">                      </w:t>
      </w:r>
      <w:r w:rsidRPr="00746514">
        <w:rPr>
          <w:b/>
          <w:bCs/>
        </w:rPr>
        <w:t xml:space="preserve">Dr. Fülöp Erik </w:t>
      </w:r>
      <w:r>
        <w:rPr>
          <w:b/>
          <w:bCs/>
        </w:rPr>
        <w:t xml:space="preserve">                                                   </w:t>
      </w:r>
      <w:r w:rsidRPr="00746514">
        <w:rPr>
          <w:b/>
          <w:bCs/>
        </w:rPr>
        <w:t>Badics Ildikó</w:t>
      </w:r>
    </w:p>
    <w:p w:rsidR="000A47BE" w:rsidRPr="00746514" w:rsidRDefault="000A47BE" w:rsidP="00270198">
      <w:pPr>
        <w:spacing w:line="240" w:lineRule="auto"/>
        <w:rPr>
          <w:b/>
          <w:bCs/>
        </w:rPr>
      </w:pPr>
      <w:r>
        <w:rPr>
          <w:b/>
          <w:bCs/>
        </w:rPr>
        <w:t xml:space="preserve">                       </w:t>
      </w:r>
      <w:r w:rsidRPr="00746514">
        <w:rPr>
          <w:b/>
          <w:bCs/>
        </w:rPr>
        <w:t xml:space="preserve">polgármester </w:t>
      </w:r>
      <w:r>
        <w:rPr>
          <w:b/>
          <w:bCs/>
        </w:rPr>
        <w:t xml:space="preserve">                                                           </w:t>
      </w:r>
      <w:r w:rsidRPr="00746514">
        <w:rPr>
          <w:b/>
          <w:bCs/>
        </w:rPr>
        <w:t>jegyző</w:t>
      </w:r>
    </w:p>
    <w:p w:rsidR="000A47BE" w:rsidRDefault="000A47BE" w:rsidP="0008720F">
      <w:pPr>
        <w:pStyle w:val="BodyText"/>
        <w:tabs>
          <w:tab w:val="left" w:pos="4678"/>
        </w:tabs>
        <w:spacing w:line="240" w:lineRule="auto"/>
      </w:pPr>
    </w:p>
    <w:p w:rsidR="000A47BE" w:rsidRDefault="000A47BE" w:rsidP="0008720F">
      <w:pPr>
        <w:pStyle w:val="BodyText"/>
        <w:tabs>
          <w:tab w:val="left" w:pos="4678"/>
        </w:tabs>
        <w:spacing w:line="240" w:lineRule="auto"/>
      </w:pPr>
    </w:p>
    <w:p w:rsidR="000A47BE" w:rsidRDefault="000A47BE" w:rsidP="0008720F">
      <w:pPr>
        <w:spacing w:line="240" w:lineRule="auto"/>
      </w:pPr>
    </w:p>
    <w:p w:rsidR="000A47BE" w:rsidRDefault="000A47BE" w:rsidP="0008720F"/>
    <w:sectPr w:rsidR="000A47BE" w:rsidSect="007305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A553C"/>
    <w:multiLevelType w:val="hybridMultilevel"/>
    <w:tmpl w:val="795640E0"/>
    <w:lvl w:ilvl="0" w:tplc="DAB2970E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1B16664"/>
    <w:multiLevelType w:val="hybridMultilevel"/>
    <w:tmpl w:val="910E2F1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4037E20"/>
    <w:multiLevelType w:val="hybridMultilevel"/>
    <w:tmpl w:val="CAFCA94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449C0"/>
    <w:multiLevelType w:val="hybridMultilevel"/>
    <w:tmpl w:val="0484BA5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>
    <w:nsid w:val="179B539E"/>
    <w:multiLevelType w:val="hybridMultilevel"/>
    <w:tmpl w:val="99D8772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983D5B"/>
    <w:multiLevelType w:val="hybridMultilevel"/>
    <w:tmpl w:val="19D8BFF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C697274"/>
    <w:multiLevelType w:val="hybridMultilevel"/>
    <w:tmpl w:val="78A852F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0A6CE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111858"/>
    <w:multiLevelType w:val="hybridMultilevel"/>
    <w:tmpl w:val="3FB426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3F86318"/>
    <w:multiLevelType w:val="hybridMultilevel"/>
    <w:tmpl w:val="9580EB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82228A4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CE3693D"/>
    <w:multiLevelType w:val="hybridMultilevel"/>
    <w:tmpl w:val="4B72AA6A"/>
    <w:lvl w:ilvl="0" w:tplc="56CC62AC">
      <w:start w:val="1"/>
      <w:numFmt w:val="lowerLetter"/>
      <w:lvlText w:val="%1)"/>
      <w:lvlJc w:val="left"/>
      <w:pPr>
        <w:ind w:left="2520" w:hanging="360"/>
      </w:pPr>
      <w:rPr>
        <w:rFonts w:ascii="Times New Roman" w:eastAsia="Times New Roman" w:hAnsi="Times New Roman"/>
      </w:rPr>
    </w:lvl>
    <w:lvl w:ilvl="1" w:tplc="040E0019">
      <w:start w:val="1"/>
      <w:numFmt w:val="lowerLetter"/>
      <w:lvlText w:val="%2."/>
      <w:lvlJc w:val="left"/>
      <w:pPr>
        <w:ind w:left="3240" w:hanging="360"/>
      </w:pPr>
    </w:lvl>
    <w:lvl w:ilvl="2" w:tplc="040E001B">
      <w:start w:val="1"/>
      <w:numFmt w:val="lowerRoman"/>
      <w:lvlText w:val="%3."/>
      <w:lvlJc w:val="right"/>
      <w:pPr>
        <w:ind w:left="3960" w:hanging="180"/>
      </w:pPr>
    </w:lvl>
    <w:lvl w:ilvl="3" w:tplc="040E000F">
      <w:start w:val="1"/>
      <w:numFmt w:val="decimal"/>
      <w:lvlText w:val="%4."/>
      <w:lvlJc w:val="left"/>
      <w:pPr>
        <w:ind w:left="4680" w:hanging="360"/>
      </w:pPr>
    </w:lvl>
    <w:lvl w:ilvl="4" w:tplc="040E0019">
      <w:start w:val="1"/>
      <w:numFmt w:val="lowerLetter"/>
      <w:lvlText w:val="%5."/>
      <w:lvlJc w:val="left"/>
      <w:pPr>
        <w:ind w:left="5400" w:hanging="360"/>
      </w:pPr>
    </w:lvl>
    <w:lvl w:ilvl="5" w:tplc="040E001B">
      <w:start w:val="1"/>
      <w:numFmt w:val="lowerRoman"/>
      <w:lvlText w:val="%6."/>
      <w:lvlJc w:val="right"/>
      <w:pPr>
        <w:ind w:left="6120" w:hanging="180"/>
      </w:pPr>
    </w:lvl>
    <w:lvl w:ilvl="6" w:tplc="040E000F">
      <w:start w:val="1"/>
      <w:numFmt w:val="decimal"/>
      <w:lvlText w:val="%7."/>
      <w:lvlJc w:val="left"/>
      <w:pPr>
        <w:ind w:left="6840" w:hanging="360"/>
      </w:pPr>
    </w:lvl>
    <w:lvl w:ilvl="7" w:tplc="040E0019">
      <w:start w:val="1"/>
      <w:numFmt w:val="lowerLetter"/>
      <w:lvlText w:val="%8."/>
      <w:lvlJc w:val="left"/>
      <w:pPr>
        <w:ind w:left="7560" w:hanging="360"/>
      </w:pPr>
    </w:lvl>
    <w:lvl w:ilvl="8" w:tplc="040E001B">
      <w:start w:val="1"/>
      <w:numFmt w:val="lowerRoman"/>
      <w:lvlText w:val="%9."/>
      <w:lvlJc w:val="right"/>
      <w:pPr>
        <w:ind w:left="8280" w:hanging="180"/>
      </w:pPr>
    </w:lvl>
  </w:abstractNum>
  <w:abstractNum w:abstractNumId="11">
    <w:nsid w:val="518D6759"/>
    <w:multiLevelType w:val="hybridMultilevel"/>
    <w:tmpl w:val="41F015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82A029B"/>
    <w:multiLevelType w:val="hybridMultilevel"/>
    <w:tmpl w:val="D44AA938"/>
    <w:lvl w:ilvl="0" w:tplc="EE04D5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E0A0249"/>
    <w:multiLevelType w:val="hybridMultilevel"/>
    <w:tmpl w:val="546051A6"/>
    <w:lvl w:ilvl="0" w:tplc="8D160A9C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E227B23"/>
    <w:multiLevelType w:val="hybridMultilevel"/>
    <w:tmpl w:val="227EB1D6"/>
    <w:lvl w:ilvl="0" w:tplc="F8CE80E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>
    <w:nsid w:val="60212A95"/>
    <w:multiLevelType w:val="hybridMultilevel"/>
    <w:tmpl w:val="04B60E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4A06E6"/>
    <w:multiLevelType w:val="hybridMultilevel"/>
    <w:tmpl w:val="D6446D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9C2E94"/>
    <w:multiLevelType w:val="hybridMultilevel"/>
    <w:tmpl w:val="5ECC504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B2D721E"/>
    <w:multiLevelType w:val="hybridMultilevel"/>
    <w:tmpl w:val="91586D4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77C62D8E"/>
    <w:multiLevelType w:val="hybridMultilevel"/>
    <w:tmpl w:val="F7AE84A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77F30954"/>
    <w:multiLevelType w:val="singleLevel"/>
    <w:tmpl w:val="2ACE7980"/>
    <w:lvl w:ilvl="0">
      <w:start w:val="200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2">
    <w:nsid w:val="7F61057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15"/>
  </w:num>
  <w:num w:numId="3">
    <w:abstractNumId w:val="21"/>
  </w:num>
  <w:num w:numId="4">
    <w:abstractNumId w:val="9"/>
  </w:num>
  <w:num w:numId="5">
    <w:abstractNumId w:val="8"/>
  </w:num>
  <w:num w:numId="6">
    <w:abstractNumId w:val="18"/>
  </w:num>
  <w:num w:numId="7">
    <w:abstractNumId w:val="20"/>
  </w:num>
  <w:num w:numId="8">
    <w:abstractNumId w:val="0"/>
  </w:num>
  <w:num w:numId="9">
    <w:abstractNumId w:val="10"/>
  </w:num>
  <w:num w:numId="10">
    <w:abstractNumId w:val="14"/>
  </w:num>
  <w:num w:numId="11">
    <w:abstractNumId w:val="12"/>
  </w:num>
  <w:num w:numId="12">
    <w:abstractNumId w:val="4"/>
  </w:num>
  <w:num w:numId="13">
    <w:abstractNumId w:val="2"/>
  </w:num>
  <w:num w:numId="14">
    <w:abstractNumId w:val="7"/>
  </w:num>
  <w:num w:numId="15">
    <w:abstractNumId w:val="5"/>
  </w:num>
  <w:num w:numId="16">
    <w:abstractNumId w:val="16"/>
  </w:num>
  <w:num w:numId="17">
    <w:abstractNumId w:val="3"/>
  </w:num>
  <w:num w:numId="18">
    <w:abstractNumId w:val="1"/>
  </w:num>
  <w:num w:numId="19">
    <w:abstractNumId w:val="13"/>
  </w:num>
  <w:num w:numId="20">
    <w:abstractNumId w:val="19"/>
  </w:num>
  <w:num w:numId="21">
    <w:abstractNumId w:val="6"/>
  </w:num>
  <w:num w:numId="22">
    <w:abstractNumId w:val="11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30FA"/>
    <w:rsid w:val="000002A6"/>
    <w:rsid w:val="00002FC1"/>
    <w:rsid w:val="00005EBE"/>
    <w:rsid w:val="00020670"/>
    <w:rsid w:val="0002574D"/>
    <w:rsid w:val="00042A2F"/>
    <w:rsid w:val="00057790"/>
    <w:rsid w:val="00060912"/>
    <w:rsid w:val="00061A28"/>
    <w:rsid w:val="00061B92"/>
    <w:rsid w:val="00084778"/>
    <w:rsid w:val="0008720F"/>
    <w:rsid w:val="00096006"/>
    <w:rsid w:val="000A47BE"/>
    <w:rsid w:val="000B5964"/>
    <w:rsid w:val="000C3815"/>
    <w:rsid w:val="000E0977"/>
    <w:rsid w:val="000E4309"/>
    <w:rsid w:val="001074D6"/>
    <w:rsid w:val="00113A33"/>
    <w:rsid w:val="00123CCF"/>
    <w:rsid w:val="0012451B"/>
    <w:rsid w:val="00132722"/>
    <w:rsid w:val="00143DE5"/>
    <w:rsid w:val="00154CF9"/>
    <w:rsid w:val="00156AF9"/>
    <w:rsid w:val="0015773C"/>
    <w:rsid w:val="00161A68"/>
    <w:rsid w:val="00163FE3"/>
    <w:rsid w:val="00164CCA"/>
    <w:rsid w:val="00175039"/>
    <w:rsid w:val="001B0C3E"/>
    <w:rsid w:val="001C320B"/>
    <w:rsid w:val="001D4593"/>
    <w:rsid w:val="001E42CD"/>
    <w:rsid w:val="001E6CB4"/>
    <w:rsid w:val="001F4818"/>
    <w:rsid w:val="00213999"/>
    <w:rsid w:val="002165E1"/>
    <w:rsid w:val="00221870"/>
    <w:rsid w:val="00221A75"/>
    <w:rsid w:val="00222BF9"/>
    <w:rsid w:val="0024174C"/>
    <w:rsid w:val="002472C1"/>
    <w:rsid w:val="00251332"/>
    <w:rsid w:val="00251878"/>
    <w:rsid w:val="00270198"/>
    <w:rsid w:val="002742D2"/>
    <w:rsid w:val="002A3A85"/>
    <w:rsid w:val="002C25B3"/>
    <w:rsid w:val="002C2ED8"/>
    <w:rsid w:val="002C36F4"/>
    <w:rsid w:val="002C46DD"/>
    <w:rsid w:val="002E6040"/>
    <w:rsid w:val="002F1BE9"/>
    <w:rsid w:val="002F5E71"/>
    <w:rsid w:val="0030475F"/>
    <w:rsid w:val="00306CA5"/>
    <w:rsid w:val="00310665"/>
    <w:rsid w:val="00312EF7"/>
    <w:rsid w:val="00323C6C"/>
    <w:rsid w:val="00327CC5"/>
    <w:rsid w:val="003358BA"/>
    <w:rsid w:val="003400C0"/>
    <w:rsid w:val="003413AD"/>
    <w:rsid w:val="003454F5"/>
    <w:rsid w:val="0035286E"/>
    <w:rsid w:val="00356B27"/>
    <w:rsid w:val="0035745C"/>
    <w:rsid w:val="00383B83"/>
    <w:rsid w:val="00387DA7"/>
    <w:rsid w:val="003A30F0"/>
    <w:rsid w:val="003A7E63"/>
    <w:rsid w:val="003C4423"/>
    <w:rsid w:val="003E7A19"/>
    <w:rsid w:val="003E7CBE"/>
    <w:rsid w:val="00401B7E"/>
    <w:rsid w:val="00401E75"/>
    <w:rsid w:val="00404709"/>
    <w:rsid w:val="0041110E"/>
    <w:rsid w:val="004178D2"/>
    <w:rsid w:val="00417A97"/>
    <w:rsid w:val="00422772"/>
    <w:rsid w:val="00422881"/>
    <w:rsid w:val="0045109B"/>
    <w:rsid w:val="0045467D"/>
    <w:rsid w:val="004618DB"/>
    <w:rsid w:val="00462A96"/>
    <w:rsid w:val="00470025"/>
    <w:rsid w:val="00483D74"/>
    <w:rsid w:val="0049189E"/>
    <w:rsid w:val="004A69A3"/>
    <w:rsid w:val="004B7A58"/>
    <w:rsid w:val="004C1274"/>
    <w:rsid w:val="004C769A"/>
    <w:rsid w:val="004D3AAF"/>
    <w:rsid w:val="004D6B20"/>
    <w:rsid w:val="004E3DC9"/>
    <w:rsid w:val="004E6B0A"/>
    <w:rsid w:val="004E71D3"/>
    <w:rsid w:val="004F0F89"/>
    <w:rsid w:val="004F546B"/>
    <w:rsid w:val="004F653A"/>
    <w:rsid w:val="0051141C"/>
    <w:rsid w:val="0052053B"/>
    <w:rsid w:val="00532FA8"/>
    <w:rsid w:val="00553C88"/>
    <w:rsid w:val="005678EB"/>
    <w:rsid w:val="00570A16"/>
    <w:rsid w:val="00575FD0"/>
    <w:rsid w:val="00577E8C"/>
    <w:rsid w:val="0058165A"/>
    <w:rsid w:val="00586A70"/>
    <w:rsid w:val="00591357"/>
    <w:rsid w:val="005A2763"/>
    <w:rsid w:val="005A4341"/>
    <w:rsid w:val="005B3A60"/>
    <w:rsid w:val="005B55A7"/>
    <w:rsid w:val="005C39C1"/>
    <w:rsid w:val="005D6D11"/>
    <w:rsid w:val="005F0842"/>
    <w:rsid w:val="0060132B"/>
    <w:rsid w:val="006138D6"/>
    <w:rsid w:val="00620929"/>
    <w:rsid w:val="0065600F"/>
    <w:rsid w:val="006560EE"/>
    <w:rsid w:val="00665E15"/>
    <w:rsid w:val="00685655"/>
    <w:rsid w:val="00696D5E"/>
    <w:rsid w:val="006A2E96"/>
    <w:rsid w:val="006B5797"/>
    <w:rsid w:val="006B6A67"/>
    <w:rsid w:val="006B6D81"/>
    <w:rsid w:val="006C735F"/>
    <w:rsid w:val="006D1B51"/>
    <w:rsid w:val="006D24CC"/>
    <w:rsid w:val="006D5ACA"/>
    <w:rsid w:val="006E1BB2"/>
    <w:rsid w:val="006F6B4F"/>
    <w:rsid w:val="007231E8"/>
    <w:rsid w:val="007305D7"/>
    <w:rsid w:val="007358B4"/>
    <w:rsid w:val="0074410F"/>
    <w:rsid w:val="00746514"/>
    <w:rsid w:val="00747907"/>
    <w:rsid w:val="00751557"/>
    <w:rsid w:val="00766F10"/>
    <w:rsid w:val="00774295"/>
    <w:rsid w:val="0079319F"/>
    <w:rsid w:val="007A0524"/>
    <w:rsid w:val="007A56A2"/>
    <w:rsid w:val="007D5870"/>
    <w:rsid w:val="007F518B"/>
    <w:rsid w:val="007F5A35"/>
    <w:rsid w:val="007F5A42"/>
    <w:rsid w:val="007F6AB6"/>
    <w:rsid w:val="00805B2E"/>
    <w:rsid w:val="00816913"/>
    <w:rsid w:val="00826B46"/>
    <w:rsid w:val="00850EBB"/>
    <w:rsid w:val="0085230A"/>
    <w:rsid w:val="008742D4"/>
    <w:rsid w:val="00874E1D"/>
    <w:rsid w:val="008A4BD5"/>
    <w:rsid w:val="008A52F0"/>
    <w:rsid w:val="008A6111"/>
    <w:rsid w:val="008B71F7"/>
    <w:rsid w:val="008F13E1"/>
    <w:rsid w:val="008F5262"/>
    <w:rsid w:val="0090584F"/>
    <w:rsid w:val="0091751E"/>
    <w:rsid w:val="0092426B"/>
    <w:rsid w:val="0093189F"/>
    <w:rsid w:val="00944A7A"/>
    <w:rsid w:val="009567D0"/>
    <w:rsid w:val="00961C13"/>
    <w:rsid w:val="009660D3"/>
    <w:rsid w:val="00967471"/>
    <w:rsid w:val="00967E6C"/>
    <w:rsid w:val="00982A5A"/>
    <w:rsid w:val="009874A0"/>
    <w:rsid w:val="009A5832"/>
    <w:rsid w:val="009A6D55"/>
    <w:rsid w:val="009C7E29"/>
    <w:rsid w:val="009D2955"/>
    <w:rsid w:val="009D3BFA"/>
    <w:rsid w:val="009E6A67"/>
    <w:rsid w:val="009F0F1B"/>
    <w:rsid w:val="009F25A1"/>
    <w:rsid w:val="009F2915"/>
    <w:rsid w:val="009F385F"/>
    <w:rsid w:val="00A0564B"/>
    <w:rsid w:val="00A13BA1"/>
    <w:rsid w:val="00A14086"/>
    <w:rsid w:val="00A15A13"/>
    <w:rsid w:val="00A26ABE"/>
    <w:rsid w:val="00A3430A"/>
    <w:rsid w:val="00A35890"/>
    <w:rsid w:val="00A50533"/>
    <w:rsid w:val="00A562D5"/>
    <w:rsid w:val="00A615F4"/>
    <w:rsid w:val="00A673D7"/>
    <w:rsid w:val="00A716E5"/>
    <w:rsid w:val="00A8267E"/>
    <w:rsid w:val="00A8519D"/>
    <w:rsid w:val="00A923E7"/>
    <w:rsid w:val="00AA003C"/>
    <w:rsid w:val="00AA734B"/>
    <w:rsid w:val="00AB0EF8"/>
    <w:rsid w:val="00AB4AFE"/>
    <w:rsid w:val="00AB6C85"/>
    <w:rsid w:val="00AD3B36"/>
    <w:rsid w:val="00AD4C8F"/>
    <w:rsid w:val="00AE5021"/>
    <w:rsid w:val="00B051CD"/>
    <w:rsid w:val="00B07EF8"/>
    <w:rsid w:val="00B20E97"/>
    <w:rsid w:val="00B36A30"/>
    <w:rsid w:val="00B413DC"/>
    <w:rsid w:val="00B43715"/>
    <w:rsid w:val="00B43C6F"/>
    <w:rsid w:val="00B519E8"/>
    <w:rsid w:val="00B56E43"/>
    <w:rsid w:val="00B76D6E"/>
    <w:rsid w:val="00B77035"/>
    <w:rsid w:val="00B82480"/>
    <w:rsid w:val="00B87649"/>
    <w:rsid w:val="00B90DB4"/>
    <w:rsid w:val="00B92135"/>
    <w:rsid w:val="00B9576A"/>
    <w:rsid w:val="00BA23FE"/>
    <w:rsid w:val="00BA49EB"/>
    <w:rsid w:val="00BE165C"/>
    <w:rsid w:val="00BE3294"/>
    <w:rsid w:val="00BF3A7D"/>
    <w:rsid w:val="00C04DB9"/>
    <w:rsid w:val="00C07938"/>
    <w:rsid w:val="00C1115B"/>
    <w:rsid w:val="00C12571"/>
    <w:rsid w:val="00C21D40"/>
    <w:rsid w:val="00C230FA"/>
    <w:rsid w:val="00C306E4"/>
    <w:rsid w:val="00C42F81"/>
    <w:rsid w:val="00C708FE"/>
    <w:rsid w:val="00C84093"/>
    <w:rsid w:val="00C87B59"/>
    <w:rsid w:val="00C90319"/>
    <w:rsid w:val="00C945A4"/>
    <w:rsid w:val="00C95CB0"/>
    <w:rsid w:val="00C96D52"/>
    <w:rsid w:val="00CA4432"/>
    <w:rsid w:val="00CD4C20"/>
    <w:rsid w:val="00CE2C53"/>
    <w:rsid w:val="00CE367A"/>
    <w:rsid w:val="00CF0064"/>
    <w:rsid w:val="00CF1B35"/>
    <w:rsid w:val="00CF5DDF"/>
    <w:rsid w:val="00D05BAA"/>
    <w:rsid w:val="00D07FC9"/>
    <w:rsid w:val="00D22184"/>
    <w:rsid w:val="00D44684"/>
    <w:rsid w:val="00D44E18"/>
    <w:rsid w:val="00D44E8C"/>
    <w:rsid w:val="00D5736E"/>
    <w:rsid w:val="00D627C0"/>
    <w:rsid w:val="00D63406"/>
    <w:rsid w:val="00D85F76"/>
    <w:rsid w:val="00D87C4E"/>
    <w:rsid w:val="00D91236"/>
    <w:rsid w:val="00D970C6"/>
    <w:rsid w:val="00DA01A0"/>
    <w:rsid w:val="00DA0666"/>
    <w:rsid w:val="00DA7780"/>
    <w:rsid w:val="00DB026A"/>
    <w:rsid w:val="00DC1397"/>
    <w:rsid w:val="00DC737E"/>
    <w:rsid w:val="00DD27B3"/>
    <w:rsid w:val="00DD3C70"/>
    <w:rsid w:val="00DE30C8"/>
    <w:rsid w:val="00E210F7"/>
    <w:rsid w:val="00E4250B"/>
    <w:rsid w:val="00E42CAD"/>
    <w:rsid w:val="00E4543F"/>
    <w:rsid w:val="00E45FB2"/>
    <w:rsid w:val="00E506A1"/>
    <w:rsid w:val="00E515A9"/>
    <w:rsid w:val="00E5766A"/>
    <w:rsid w:val="00E710CA"/>
    <w:rsid w:val="00E7700A"/>
    <w:rsid w:val="00E85A73"/>
    <w:rsid w:val="00E87398"/>
    <w:rsid w:val="00E91034"/>
    <w:rsid w:val="00E927E6"/>
    <w:rsid w:val="00E9537B"/>
    <w:rsid w:val="00EA6D36"/>
    <w:rsid w:val="00EA6DF3"/>
    <w:rsid w:val="00EB2A3F"/>
    <w:rsid w:val="00EB6996"/>
    <w:rsid w:val="00EC328F"/>
    <w:rsid w:val="00EC7466"/>
    <w:rsid w:val="00ED7458"/>
    <w:rsid w:val="00EE6114"/>
    <w:rsid w:val="00EE6700"/>
    <w:rsid w:val="00EE6C7A"/>
    <w:rsid w:val="00EF0867"/>
    <w:rsid w:val="00EF4A75"/>
    <w:rsid w:val="00EF7881"/>
    <w:rsid w:val="00F24E1D"/>
    <w:rsid w:val="00F25CD0"/>
    <w:rsid w:val="00F300F6"/>
    <w:rsid w:val="00F30A15"/>
    <w:rsid w:val="00F426C5"/>
    <w:rsid w:val="00F473E7"/>
    <w:rsid w:val="00F52AEF"/>
    <w:rsid w:val="00F82EB8"/>
    <w:rsid w:val="00F83C54"/>
    <w:rsid w:val="00F944A3"/>
    <w:rsid w:val="00F95DB1"/>
    <w:rsid w:val="00F96151"/>
    <w:rsid w:val="00FA64C1"/>
    <w:rsid w:val="00FA7B03"/>
    <w:rsid w:val="00FC23C5"/>
    <w:rsid w:val="00FF5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0FA"/>
    <w:pPr>
      <w:spacing w:line="360" w:lineRule="auto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30FA"/>
    <w:pPr>
      <w:keepNext/>
      <w:jc w:val="center"/>
      <w:outlineLvl w:val="1"/>
    </w:pPr>
    <w:rPr>
      <w:b/>
      <w:bCs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30FA"/>
    <w:pPr>
      <w:keepNext/>
      <w:jc w:val="center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230FA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C230FA"/>
    <w:pPr>
      <w:keepNext/>
      <w:spacing w:line="240" w:lineRule="auto"/>
      <w:outlineLvl w:val="4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56E43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56E43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56E43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56E43"/>
    <w:rPr>
      <w:rFonts w:ascii="Calibri" w:hAnsi="Calibri" w:cs="Calibri"/>
      <w:b/>
      <w:bCs/>
      <w:i/>
      <w:iCs/>
      <w:sz w:val="26"/>
      <w:szCs w:val="26"/>
    </w:rPr>
  </w:style>
  <w:style w:type="paragraph" w:styleId="Header">
    <w:name w:val="header"/>
    <w:basedOn w:val="Normal"/>
    <w:link w:val="HeaderChar"/>
    <w:uiPriority w:val="99"/>
    <w:rsid w:val="00C230F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56E43"/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230FA"/>
    <w:pPr>
      <w:spacing w:line="240" w:lineRule="auto"/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B56E43"/>
    <w:rPr>
      <w:rFonts w:ascii="Cambria" w:hAnsi="Cambria" w:cs="Cambria"/>
      <w:b/>
      <w:bCs/>
      <w:kern w:val="28"/>
      <w:sz w:val="32"/>
      <w:szCs w:val="32"/>
    </w:rPr>
  </w:style>
  <w:style w:type="paragraph" w:customStyle="1" w:styleId="Char">
    <w:name w:val="Char"/>
    <w:basedOn w:val="Normal"/>
    <w:uiPriority w:val="99"/>
    <w:rsid w:val="00C230F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327CC5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56E43"/>
    <w:rPr>
      <w:sz w:val="24"/>
      <w:szCs w:val="24"/>
    </w:rPr>
  </w:style>
  <w:style w:type="character" w:customStyle="1" w:styleId="st">
    <w:name w:val="st"/>
    <w:basedOn w:val="DefaultParagraphFont"/>
    <w:uiPriority w:val="99"/>
    <w:rsid w:val="0074410F"/>
  </w:style>
  <w:style w:type="paragraph" w:customStyle="1" w:styleId="Char2">
    <w:name w:val="Char2"/>
    <w:basedOn w:val="Normal"/>
    <w:uiPriority w:val="99"/>
    <w:rsid w:val="008A52F0"/>
    <w:pPr>
      <w:widowControl w:val="0"/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E4543F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774295"/>
  </w:style>
  <w:style w:type="paragraph" w:styleId="ListParagraph">
    <w:name w:val="List Paragraph"/>
    <w:basedOn w:val="Normal"/>
    <w:uiPriority w:val="99"/>
    <w:qFormat/>
    <w:rsid w:val="0090584F"/>
    <w:pPr>
      <w:ind w:left="720"/>
    </w:pPr>
  </w:style>
  <w:style w:type="paragraph" w:customStyle="1" w:styleId="Char1">
    <w:name w:val="Char1"/>
    <w:basedOn w:val="Normal"/>
    <w:uiPriority w:val="99"/>
    <w:rsid w:val="00BF3A7D"/>
    <w:pPr>
      <w:widowControl w:val="0"/>
      <w:suppressAutoHyphens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65600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A343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026A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1</Pages>
  <Words>137</Words>
  <Characters>948</Characters>
  <Application>Microsoft Office Outlook</Application>
  <DocSecurity>0</DocSecurity>
  <Lines>0</Lines>
  <Paragraphs>0</Paragraphs>
  <ScaleCrop>false</ScaleCrop>
  <Company>office2003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subject/>
  <dc:creator>User</dc:creator>
  <cp:keywords/>
  <dc:description/>
  <cp:lastModifiedBy>TVONKPH</cp:lastModifiedBy>
  <cp:revision>4</cp:revision>
  <cp:lastPrinted>2016-03-22T12:03:00Z</cp:lastPrinted>
  <dcterms:created xsi:type="dcterms:W3CDTF">2016-03-24T09:33:00Z</dcterms:created>
  <dcterms:modified xsi:type="dcterms:W3CDTF">2016-03-24T14:03:00Z</dcterms:modified>
</cp:coreProperties>
</file>